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A9ED9" w14:textId="77777777" w:rsidR="004D36D7" w:rsidRPr="00FD4A68" w:rsidRDefault="00B7207A" w:rsidP="00B47940">
      <w:pPr>
        <w:pStyle w:val="Title"/>
        <w:rPr>
          <w:rStyle w:val="LabTitleInstVersred"/>
          <w:b/>
          <w:color w:val="auto"/>
        </w:rPr>
      </w:pPr>
      <w:sdt>
        <w:sdtPr>
          <w:rPr>
            <w:b w:val="0"/>
            <w:color w:val="EE0000"/>
          </w:rPr>
          <w:alias w:val="Title"/>
          <w:tag w:val=""/>
          <w:id w:val="-487021785"/>
          <w:placeholder>
            <w:docPart w:val="E9A952D599D14E208D1DA2E1382FA21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85187">
            <w:t>Packet Tracer - Logging Network Activity</w:t>
          </w:r>
        </w:sdtContent>
      </w:sdt>
      <w:r w:rsidR="004D36D7" w:rsidRPr="00FD4A68">
        <w:t xml:space="preserve"> </w:t>
      </w:r>
      <w:r w:rsidR="00D84BDA" w:rsidRPr="00FD4A68">
        <w:rPr>
          <w:rStyle w:val="LabTitleInstVersred"/>
        </w:rPr>
        <w:t>(Instructor Version)</w:t>
      </w:r>
    </w:p>
    <w:p w14:paraId="0C1CE797"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EEE2512" w14:textId="77777777" w:rsidR="00785187" w:rsidRPr="00BB73FF" w:rsidRDefault="00785187" w:rsidP="00785187">
      <w:pPr>
        <w:pStyle w:val="Heading1"/>
        <w:numPr>
          <w:ilvl w:val="0"/>
          <w:numId w:val="3"/>
        </w:numPr>
      </w:pPr>
      <w:r w:rsidRPr="00BB73FF">
        <w:t>Addressing Table</w:t>
      </w:r>
    </w:p>
    <w:tbl>
      <w:tblPr>
        <w:tblW w:w="101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lists the device, private IP address and public IP address."/>
      </w:tblPr>
      <w:tblGrid>
        <w:gridCol w:w="2787"/>
        <w:gridCol w:w="3780"/>
        <w:gridCol w:w="3609"/>
      </w:tblGrid>
      <w:tr w:rsidR="00785187" w14:paraId="5D7DFDBD" w14:textId="77777777" w:rsidTr="00785187">
        <w:trPr>
          <w:cantSplit/>
          <w:jc w:val="center"/>
        </w:trPr>
        <w:tc>
          <w:tcPr>
            <w:tcW w:w="27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10EE52" w14:textId="77777777" w:rsidR="00785187" w:rsidRDefault="00785187" w:rsidP="00785187">
            <w:pPr>
              <w:pStyle w:val="TableHeading"/>
            </w:pPr>
            <w:r>
              <w:t>Device</w:t>
            </w:r>
          </w:p>
        </w:tc>
        <w:tc>
          <w:tcPr>
            <w:tcW w:w="37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1937DE7" w14:textId="77777777" w:rsidR="00785187" w:rsidRDefault="00785187" w:rsidP="00785187">
            <w:pPr>
              <w:pStyle w:val="TableHeading"/>
            </w:pPr>
            <w:r>
              <w:t>Private IP Address</w:t>
            </w:r>
            <w:bookmarkStart w:id="0" w:name="_GoBack"/>
            <w:bookmarkEnd w:id="0"/>
          </w:p>
        </w:tc>
        <w:tc>
          <w:tcPr>
            <w:tcW w:w="36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251F703" w14:textId="77777777" w:rsidR="00785187" w:rsidRDefault="00785187" w:rsidP="00785187">
            <w:pPr>
              <w:pStyle w:val="TableHeading"/>
            </w:pPr>
            <w:r>
              <w:t>Public IP Address</w:t>
            </w:r>
          </w:p>
        </w:tc>
      </w:tr>
      <w:tr w:rsidR="00785187" w14:paraId="68B71FD1" w14:textId="77777777" w:rsidTr="00785187">
        <w:trPr>
          <w:cantSplit/>
          <w:jc w:val="center"/>
        </w:trPr>
        <w:tc>
          <w:tcPr>
            <w:tcW w:w="2787" w:type="dxa"/>
            <w:vAlign w:val="center"/>
          </w:tcPr>
          <w:p w14:paraId="457C18B9" w14:textId="77777777" w:rsidR="00785187" w:rsidRDefault="00785187" w:rsidP="00785187">
            <w:pPr>
              <w:pStyle w:val="TableText"/>
            </w:pPr>
            <w:proofErr w:type="spellStart"/>
            <w:r>
              <w:t>FTP_Server</w:t>
            </w:r>
            <w:proofErr w:type="spellEnd"/>
          </w:p>
        </w:tc>
        <w:tc>
          <w:tcPr>
            <w:tcW w:w="3780" w:type="dxa"/>
            <w:vAlign w:val="center"/>
          </w:tcPr>
          <w:p w14:paraId="44CD3B9C" w14:textId="77777777" w:rsidR="00785187" w:rsidRDefault="00785187" w:rsidP="00785187">
            <w:pPr>
              <w:pStyle w:val="TableText"/>
            </w:pPr>
            <w:r>
              <w:t>192.168.30.253</w:t>
            </w:r>
          </w:p>
        </w:tc>
        <w:tc>
          <w:tcPr>
            <w:tcW w:w="3609" w:type="dxa"/>
            <w:vAlign w:val="center"/>
          </w:tcPr>
          <w:p w14:paraId="1074B7AD" w14:textId="77777777" w:rsidR="00785187" w:rsidRDefault="00785187" w:rsidP="00785187">
            <w:pPr>
              <w:pStyle w:val="TableText"/>
            </w:pPr>
            <w:r>
              <w:t>209.165.200.227</w:t>
            </w:r>
          </w:p>
        </w:tc>
      </w:tr>
      <w:tr w:rsidR="00785187" w14:paraId="33627C9A" w14:textId="77777777" w:rsidTr="00785187">
        <w:trPr>
          <w:cantSplit/>
          <w:jc w:val="center"/>
        </w:trPr>
        <w:tc>
          <w:tcPr>
            <w:tcW w:w="2787" w:type="dxa"/>
            <w:vAlign w:val="center"/>
          </w:tcPr>
          <w:p w14:paraId="544C8910" w14:textId="77777777" w:rsidR="00785187" w:rsidRDefault="00785187" w:rsidP="00785187">
            <w:pPr>
              <w:pStyle w:val="TableText"/>
            </w:pPr>
            <w:r>
              <w:t>SYSLOG_SERVER</w:t>
            </w:r>
          </w:p>
        </w:tc>
        <w:tc>
          <w:tcPr>
            <w:tcW w:w="3780" w:type="dxa"/>
            <w:vAlign w:val="center"/>
          </w:tcPr>
          <w:p w14:paraId="1733197C" w14:textId="77777777" w:rsidR="00785187" w:rsidRDefault="00785187" w:rsidP="00785187">
            <w:pPr>
              <w:pStyle w:val="TableText"/>
            </w:pPr>
            <w:r>
              <w:t>192.168.11.254</w:t>
            </w:r>
          </w:p>
        </w:tc>
        <w:tc>
          <w:tcPr>
            <w:tcW w:w="3609" w:type="dxa"/>
            <w:vAlign w:val="center"/>
          </w:tcPr>
          <w:p w14:paraId="1E656864" w14:textId="77777777" w:rsidR="00785187" w:rsidRDefault="00785187" w:rsidP="00785187">
            <w:pPr>
              <w:pStyle w:val="TableText"/>
            </w:pPr>
            <w:r>
              <w:t>209.165.200.229</w:t>
            </w:r>
          </w:p>
        </w:tc>
      </w:tr>
      <w:tr w:rsidR="00785187" w14:paraId="0AE1D77F" w14:textId="77777777" w:rsidTr="00785187">
        <w:trPr>
          <w:cantSplit/>
          <w:jc w:val="center"/>
        </w:trPr>
        <w:tc>
          <w:tcPr>
            <w:tcW w:w="2787" w:type="dxa"/>
            <w:vAlign w:val="center"/>
          </w:tcPr>
          <w:p w14:paraId="6452E33B" w14:textId="77777777" w:rsidR="00785187" w:rsidRDefault="00785187" w:rsidP="00785187">
            <w:pPr>
              <w:pStyle w:val="TableText"/>
            </w:pPr>
            <w:r>
              <w:t>Router2</w:t>
            </w:r>
          </w:p>
        </w:tc>
        <w:tc>
          <w:tcPr>
            <w:tcW w:w="3780" w:type="dxa"/>
            <w:vAlign w:val="center"/>
          </w:tcPr>
          <w:p w14:paraId="5AE42C9E" w14:textId="77777777" w:rsidR="00785187" w:rsidRDefault="00785187" w:rsidP="00785187">
            <w:pPr>
              <w:pStyle w:val="TableText"/>
            </w:pPr>
            <w:r>
              <w:t>N/A</w:t>
            </w:r>
          </w:p>
        </w:tc>
        <w:tc>
          <w:tcPr>
            <w:tcW w:w="3609" w:type="dxa"/>
            <w:vAlign w:val="center"/>
          </w:tcPr>
          <w:p w14:paraId="7E908F99" w14:textId="77777777" w:rsidR="00785187" w:rsidRDefault="00785187" w:rsidP="00785187">
            <w:pPr>
              <w:pStyle w:val="TableText"/>
            </w:pPr>
            <w:r>
              <w:t>209.165.200.226</w:t>
            </w:r>
          </w:p>
        </w:tc>
      </w:tr>
    </w:tbl>
    <w:p w14:paraId="1514E0CE" w14:textId="77777777" w:rsidR="00785187" w:rsidRPr="00BB73FF" w:rsidRDefault="00785187" w:rsidP="00785187">
      <w:pPr>
        <w:pStyle w:val="Heading1"/>
        <w:numPr>
          <w:ilvl w:val="0"/>
          <w:numId w:val="3"/>
        </w:numPr>
      </w:pPr>
      <w:r w:rsidRPr="00BB73FF">
        <w:t>Objective</w:t>
      </w:r>
      <w:r>
        <w:t>s</w:t>
      </w:r>
    </w:p>
    <w:p w14:paraId="5D01051E" w14:textId="77777777" w:rsidR="00785187" w:rsidRDefault="00785187" w:rsidP="00785187">
      <w:pPr>
        <w:pStyle w:val="BodyTextL25Bold"/>
      </w:pPr>
      <w:r>
        <w:t>Part 1: Create FTP traffic.</w:t>
      </w:r>
    </w:p>
    <w:p w14:paraId="0B2E3847" w14:textId="77777777" w:rsidR="00785187" w:rsidRDefault="00785187" w:rsidP="00785187">
      <w:pPr>
        <w:pStyle w:val="BodyTextL25Bold"/>
      </w:pPr>
      <w:r>
        <w:t>Part 2: Investigate the FTP Traffic</w:t>
      </w:r>
    </w:p>
    <w:p w14:paraId="0731B03F" w14:textId="77777777" w:rsidR="00785187" w:rsidRDefault="00785187" w:rsidP="00785187">
      <w:pPr>
        <w:pStyle w:val="BodyTextL25Bold"/>
      </w:pPr>
      <w:r>
        <w:t>Part 3: View Syslog Messages</w:t>
      </w:r>
    </w:p>
    <w:p w14:paraId="18431A0F" w14:textId="77777777" w:rsidR="00785187" w:rsidRPr="00C07FD9" w:rsidRDefault="00785187" w:rsidP="00785187">
      <w:pPr>
        <w:pStyle w:val="Heading1"/>
        <w:numPr>
          <w:ilvl w:val="0"/>
          <w:numId w:val="3"/>
        </w:numPr>
      </w:pPr>
      <w:r>
        <w:t>Background</w:t>
      </w:r>
    </w:p>
    <w:p w14:paraId="614B7BA0" w14:textId="77777777" w:rsidR="00785187" w:rsidRDefault="00785187" w:rsidP="00785187">
      <w:pPr>
        <w:pStyle w:val="BodyTextL25"/>
      </w:pPr>
      <w:r>
        <w:t xml:space="preserve">In this activity, you will use Packet Tracer to sniff and log network traffic. You will view a security vulnerability in one network </w:t>
      </w:r>
      <w:proofErr w:type="gramStart"/>
      <w:r>
        <w:t>application, and</w:t>
      </w:r>
      <w:proofErr w:type="gramEnd"/>
      <w:r>
        <w:t xml:space="preserve"> view logged ICMP traffic with syslog.</w:t>
      </w:r>
    </w:p>
    <w:p w14:paraId="38F539D0" w14:textId="77777777" w:rsidR="00125806" w:rsidRDefault="00125806" w:rsidP="00D452F4">
      <w:pPr>
        <w:pStyle w:val="Heading1"/>
      </w:pPr>
      <w:r>
        <w:t>Instructions</w:t>
      </w:r>
    </w:p>
    <w:p w14:paraId="26978CFD" w14:textId="77777777" w:rsidR="00785187" w:rsidRDefault="00785187" w:rsidP="00785187">
      <w:pPr>
        <w:pStyle w:val="Heading2"/>
      </w:pPr>
      <w:r>
        <w:t>Create FTP traffic.</w:t>
      </w:r>
    </w:p>
    <w:p w14:paraId="1F089650" w14:textId="77777777" w:rsidR="00785187" w:rsidRDefault="00785187" w:rsidP="00785187">
      <w:pPr>
        <w:pStyle w:val="Heading3"/>
      </w:pPr>
      <w:r>
        <w:t>Activate the sniffing device.</w:t>
      </w:r>
    </w:p>
    <w:p w14:paraId="277B2AB8" w14:textId="77777777" w:rsidR="00785187" w:rsidRDefault="00785187" w:rsidP="00785187">
      <w:pPr>
        <w:pStyle w:val="SubStepAlpha"/>
      </w:pPr>
      <w:r>
        <w:t xml:space="preserve">Click on sniffer device </w:t>
      </w:r>
      <w:r>
        <w:rPr>
          <w:b/>
          <w:bCs/>
        </w:rPr>
        <w:t>Sniffer1</w:t>
      </w:r>
      <w:r>
        <w:t>.</w:t>
      </w:r>
    </w:p>
    <w:p w14:paraId="3B229C67" w14:textId="77777777" w:rsidR="00785187" w:rsidRDefault="00785187" w:rsidP="00785187">
      <w:pPr>
        <w:pStyle w:val="SubStepAlpha"/>
      </w:pPr>
      <w:r>
        <w:t xml:space="preserve">Go to the </w:t>
      </w:r>
      <w:r>
        <w:rPr>
          <w:b/>
          <w:bCs/>
        </w:rPr>
        <w:t>Physical</w:t>
      </w:r>
      <w:r>
        <w:t xml:space="preserve"> tab and turn on the power to the sniffer.</w:t>
      </w:r>
    </w:p>
    <w:p w14:paraId="39D6E0CD" w14:textId="77777777" w:rsidR="00785187" w:rsidRDefault="00785187" w:rsidP="00785187">
      <w:pPr>
        <w:pStyle w:val="SubStepAlpha"/>
      </w:pPr>
      <w:r>
        <w:t xml:space="preserve">Go to the </w:t>
      </w:r>
      <w:r>
        <w:rPr>
          <w:b/>
          <w:bCs/>
        </w:rPr>
        <w:t>GUI</w:t>
      </w:r>
      <w:r>
        <w:t xml:space="preserve"> tab and turn the sniffer service on.</w:t>
      </w:r>
    </w:p>
    <w:p w14:paraId="037AF9F5" w14:textId="77777777" w:rsidR="00785187" w:rsidRDefault="00785187" w:rsidP="00785187">
      <w:pPr>
        <w:pStyle w:val="SubStepAlpha"/>
      </w:pPr>
      <w:r>
        <w:t>The FTP and syslog packets entering the sniffer from Router2 are being monitored.</w:t>
      </w:r>
    </w:p>
    <w:p w14:paraId="1FD3EB8C" w14:textId="77777777" w:rsidR="00785187" w:rsidRDefault="00785187" w:rsidP="00785187">
      <w:pPr>
        <w:pStyle w:val="Heading3"/>
      </w:pPr>
      <w:r>
        <w:t>Remotely connect to the FTP server.</w:t>
      </w:r>
    </w:p>
    <w:p w14:paraId="20000E89" w14:textId="77777777" w:rsidR="00785187" w:rsidRDefault="00785187" w:rsidP="00785187">
      <w:pPr>
        <w:pStyle w:val="SubStepAlpha"/>
      </w:pPr>
      <w:r>
        <w:t xml:space="preserve">Click on </w:t>
      </w:r>
      <w:r>
        <w:rPr>
          <w:b/>
          <w:bCs/>
        </w:rPr>
        <w:t>PC-B</w:t>
      </w:r>
      <w:r>
        <w:t xml:space="preserve"> and go to the desktop.</w:t>
      </w:r>
    </w:p>
    <w:p w14:paraId="3D3A6BD8" w14:textId="77777777" w:rsidR="00785187" w:rsidRDefault="00785187" w:rsidP="00785187">
      <w:pPr>
        <w:pStyle w:val="SubStepAlpha"/>
      </w:pPr>
      <w:r>
        <w:t xml:space="preserve">Click </w:t>
      </w:r>
      <w:r>
        <w:rPr>
          <w:b/>
          <w:bCs/>
        </w:rPr>
        <w:t>Command Prompt</w:t>
      </w:r>
      <w:r>
        <w:t xml:space="preserve">. From the command prompt, open an FTP session with </w:t>
      </w:r>
      <w:r>
        <w:rPr>
          <w:b/>
          <w:bCs/>
        </w:rPr>
        <w:t xml:space="preserve">FTP_SERVER </w:t>
      </w:r>
      <w:r>
        <w:t xml:space="preserve">using its public IP address. Help with the command line is available by </w:t>
      </w:r>
      <w:proofErr w:type="gramStart"/>
      <w:r>
        <w:t xml:space="preserve">typing </w:t>
      </w:r>
      <w:r>
        <w:rPr>
          <w:b/>
          <w:bCs/>
        </w:rPr>
        <w:t>?</w:t>
      </w:r>
      <w:proofErr w:type="gramEnd"/>
      <w:r>
        <w:t xml:space="preserve"> at the prompt.</w:t>
      </w:r>
    </w:p>
    <w:p w14:paraId="054821A7" w14:textId="77777777" w:rsidR="00785187" w:rsidRDefault="00785187" w:rsidP="00785187">
      <w:pPr>
        <w:pStyle w:val="SubStepAlpha"/>
      </w:pPr>
      <w:r>
        <w:t xml:space="preserve">Enter the username of </w:t>
      </w:r>
      <w:r>
        <w:rPr>
          <w:b/>
          <w:bCs/>
        </w:rPr>
        <w:t xml:space="preserve">cisco </w:t>
      </w:r>
      <w:r>
        <w:t xml:space="preserve">and password of </w:t>
      </w:r>
      <w:r>
        <w:rPr>
          <w:b/>
          <w:bCs/>
        </w:rPr>
        <w:t xml:space="preserve">cisco </w:t>
      </w:r>
      <w:r>
        <w:t xml:space="preserve">to authenticate with the </w:t>
      </w:r>
      <w:proofErr w:type="spellStart"/>
      <w:r>
        <w:rPr>
          <w:b/>
          <w:bCs/>
        </w:rPr>
        <w:t>FTP_Server</w:t>
      </w:r>
      <w:proofErr w:type="spellEnd"/>
      <w:r>
        <w:t>.</w:t>
      </w:r>
    </w:p>
    <w:p w14:paraId="3B3FB186" w14:textId="77777777" w:rsidR="00785187" w:rsidRDefault="00785187" w:rsidP="00785187">
      <w:pPr>
        <w:pStyle w:val="Heading3"/>
      </w:pPr>
      <w:r>
        <w:t>Upload a file to the FTP server.</w:t>
      </w:r>
    </w:p>
    <w:p w14:paraId="158A41D1" w14:textId="77777777" w:rsidR="00785187" w:rsidRDefault="00785187" w:rsidP="00785187">
      <w:pPr>
        <w:pStyle w:val="SubStepAlpha"/>
      </w:pPr>
      <w:r>
        <w:t xml:space="preserve">At the </w:t>
      </w:r>
      <w:r>
        <w:rPr>
          <w:b/>
          <w:bCs/>
        </w:rPr>
        <w:t xml:space="preserve">ftp&gt; </w:t>
      </w:r>
      <w:r>
        <w:t xml:space="preserve">prompt, enter the command </w:t>
      </w:r>
      <w:proofErr w:type="spellStart"/>
      <w:r w:rsidRPr="00B87C83">
        <w:rPr>
          <w:b/>
        </w:rPr>
        <w:t>dir</w:t>
      </w:r>
      <w:proofErr w:type="spellEnd"/>
      <w:r>
        <w:rPr>
          <w:b/>
          <w:bCs/>
        </w:rPr>
        <w:t xml:space="preserve"> </w:t>
      </w:r>
      <w:r>
        <w:t>to view the current files stored on the remote FTP server.</w:t>
      </w:r>
    </w:p>
    <w:p w14:paraId="740BA41F" w14:textId="77777777" w:rsidR="00785187" w:rsidRDefault="00785187" w:rsidP="00785187">
      <w:pPr>
        <w:pStyle w:val="SubStepAlpha"/>
      </w:pPr>
      <w:r>
        <w:t xml:space="preserve">Upload the </w:t>
      </w:r>
      <w:r>
        <w:rPr>
          <w:b/>
          <w:bCs/>
        </w:rPr>
        <w:t xml:space="preserve">clientinfo.txt </w:t>
      </w:r>
      <w:r>
        <w:t xml:space="preserve">file to the FTP server by entering the command </w:t>
      </w:r>
      <w:r w:rsidRPr="00B87C83">
        <w:rPr>
          <w:b/>
        </w:rPr>
        <w:t>put clientinfo.txt</w:t>
      </w:r>
      <w:r>
        <w:t>.</w:t>
      </w:r>
    </w:p>
    <w:p w14:paraId="7DA4381D" w14:textId="77777777" w:rsidR="00785187" w:rsidRDefault="00785187" w:rsidP="00785187">
      <w:pPr>
        <w:pStyle w:val="SubStepAlpha"/>
      </w:pPr>
      <w:r>
        <w:t xml:space="preserve">At the </w:t>
      </w:r>
      <w:r>
        <w:rPr>
          <w:b/>
          <w:bCs/>
        </w:rPr>
        <w:t xml:space="preserve">ftp&gt; </w:t>
      </w:r>
      <w:r>
        <w:t xml:space="preserve">prompt, enter the command </w:t>
      </w:r>
      <w:proofErr w:type="spellStart"/>
      <w:r w:rsidRPr="00B87C83">
        <w:rPr>
          <w:b/>
        </w:rPr>
        <w:t>dir</w:t>
      </w:r>
      <w:proofErr w:type="spellEnd"/>
      <w:r>
        <w:rPr>
          <w:b/>
          <w:bCs/>
        </w:rPr>
        <w:t xml:space="preserve"> </w:t>
      </w:r>
      <w:r>
        <w:t xml:space="preserve">and verify that the </w:t>
      </w:r>
      <w:r>
        <w:rPr>
          <w:b/>
          <w:bCs/>
        </w:rPr>
        <w:t xml:space="preserve">clientinfo.txt </w:t>
      </w:r>
      <w:r>
        <w:t>file is now on the FTP server.</w:t>
      </w:r>
    </w:p>
    <w:p w14:paraId="20099E4F" w14:textId="77777777" w:rsidR="00785187" w:rsidRDefault="00785187" w:rsidP="00785187">
      <w:pPr>
        <w:pStyle w:val="SubStepAlpha"/>
      </w:pPr>
      <w:r>
        <w:lastRenderedPageBreak/>
        <w:t>Ente</w:t>
      </w:r>
      <w:r w:rsidRPr="00B87C83">
        <w:t xml:space="preserve">r </w:t>
      </w:r>
      <w:r w:rsidRPr="00B87C83">
        <w:rPr>
          <w:b/>
        </w:rPr>
        <w:t>quit</w:t>
      </w:r>
      <w:r w:rsidRPr="00B87C83">
        <w:t xml:space="preserve"> a</w:t>
      </w:r>
      <w:r>
        <w:t>t the FTP prompt to close the session.</w:t>
      </w:r>
    </w:p>
    <w:p w14:paraId="2C0AF439" w14:textId="77777777" w:rsidR="00785187" w:rsidRDefault="00785187" w:rsidP="00785187">
      <w:pPr>
        <w:pStyle w:val="Heading2"/>
      </w:pPr>
      <w:r>
        <w:t>Investigate the FTP Traffic</w:t>
      </w:r>
    </w:p>
    <w:p w14:paraId="3B47F909" w14:textId="77777777" w:rsidR="00785187" w:rsidRDefault="00785187" w:rsidP="00785187">
      <w:pPr>
        <w:pStyle w:val="SubStepAlpha"/>
      </w:pPr>
      <w:r>
        <w:t xml:space="preserve">Click the </w:t>
      </w:r>
      <w:r>
        <w:rPr>
          <w:b/>
          <w:bCs/>
        </w:rPr>
        <w:t xml:space="preserve">Sniffer1 </w:t>
      </w:r>
      <w:r>
        <w:t xml:space="preserve">device and then click the </w:t>
      </w:r>
      <w:r>
        <w:rPr>
          <w:b/>
          <w:bCs/>
        </w:rPr>
        <w:t>GUI</w:t>
      </w:r>
      <w:r>
        <w:t xml:space="preserve"> tab.</w:t>
      </w:r>
    </w:p>
    <w:p w14:paraId="5329AF4D" w14:textId="77777777" w:rsidR="00785187" w:rsidRDefault="00785187" w:rsidP="00EA7830">
      <w:pPr>
        <w:pStyle w:val="SubStepAlpha"/>
        <w:spacing w:after="0"/>
      </w:pPr>
      <w:r>
        <w:t>Click through some of the first FTP packets in the session. Be sure to scroll down to view the application layer protocol information in the packet details for each. (This assumes this is your first FTP session. If you have opened other sessions, clear the window and repeat the login and file transfer process.)</w:t>
      </w:r>
    </w:p>
    <w:p w14:paraId="0D5DAB1F" w14:textId="763ED7C9" w:rsidR="00785187" w:rsidRDefault="00785187" w:rsidP="00EA7830">
      <w:pPr>
        <w:pStyle w:val="Heading4"/>
      </w:pPr>
      <w:r>
        <w:t>Question</w:t>
      </w:r>
      <w:r w:rsidR="00EA7830">
        <w:t>s</w:t>
      </w:r>
      <w:r>
        <w:t>:</w:t>
      </w:r>
    </w:p>
    <w:p w14:paraId="0136FF6F" w14:textId="69A22B22" w:rsidR="00785187" w:rsidRDefault="00785187" w:rsidP="00EA7830">
      <w:pPr>
        <w:spacing w:before="0" w:after="120" w:line="240" w:lineRule="auto"/>
        <w:ind w:left="720"/>
      </w:pPr>
      <w:r>
        <w:rPr>
          <w:color w:val="000000"/>
          <w:sz w:val="20"/>
          <w:szCs w:val="20"/>
        </w:rPr>
        <w:t>What is the security vulnerability presented by FTP?</w:t>
      </w:r>
    </w:p>
    <w:p w14:paraId="1D05779E" w14:textId="370269A1" w:rsidR="00785187" w:rsidRDefault="00EA7830" w:rsidP="00EA7830">
      <w:pPr>
        <w:pStyle w:val="AnswerLineL50"/>
      </w:pPr>
      <w:r>
        <w:t>Type your answers here.</w:t>
      </w:r>
    </w:p>
    <w:p w14:paraId="75CAA071" w14:textId="77777777" w:rsidR="00785187" w:rsidRDefault="00785187" w:rsidP="00785187">
      <w:pPr>
        <w:spacing w:before="120" w:after="120" w:line="240" w:lineRule="auto"/>
        <w:ind w:left="720"/>
      </w:pPr>
      <w:r>
        <w:rPr>
          <w:rStyle w:val="AnswerGray"/>
          <w:szCs w:val="20"/>
        </w:rPr>
        <w:t>The FTP username and password are transmitted in clear text.</w:t>
      </w:r>
    </w:p>
    <w:p w14:paraId="797A0A28" w14:textId="77777777" w:rsidR="00785187" w:rsidRDefault="00785187" w:rsidP="00785187">
      <w:pPr>
        <w:spacing w:before="120" w:after="120" w:line="240" w:lineRule="auto"/>
        <w:ind w:left="720"/>
      </w:pPr>
      <w:r>
        <w:rPr>
          <w:color w:val="000000"/>
          <w:sz w:val="20"/>
          <w:szCs w:val="20"/>
        </w:rPr>
        <w:t>What should be done to mitigate this vulnerability?</w:t>
      </w:r>
    </w:p>
    <w:p w14:paraId="2FBB434A" w14:textId="47648493" w:rsidR="00785187" w:rsidRDefault="00EA7830" w:rsidP="00EA7830">
      <w:pPr>
        <w:pStyle w:val="AnswerLineL50"/>
      </w:pPr>
      <w:r>
        <w:t>Type your answers here.</w:t>
      </w:r>
    </w:p>
    <w:p w14:paraId="3E114BD8" w14:textId="77777777" w:rsidR="00785187" w:rsidRDefault="00785187" w:rsidP="00785187">
      <w:pPr>
        <w:spacing w:before="120" w:after="120" w:line="240" w:lineRule="auto"/>
        <w:ind w:left="720"/>
      </w:pPr>
      <w:r>
        <w:rPr>
          <w:rStyle w:val="AnswerGray"/>
          <w:szCs w:val="20"/>
        </w:rPr>
        <w:t>Use a secure file transfer protocol such as SFTP.</w:t>
      </w:r>
    </w:p>
    <w:p w14:paraId="38976EC4" w14:textId="77777777" w:rsidR="00785187" w:rsidRDefault="00785187" w:rsidP="00785187">
      <w:pPr>
        <w:pStyle w:val="Heading2"/>
      </w:pPr>
      <w:r>
        <w:t>View syslog Messages</w:t>
      </w:r>
    </w:p>
    <w:p w14:paraId="2481321E" w14:textId="77777777" w:rsidR="00785187" w:rsidRDefault="00785187" w:rsidP="00785187">
      <w:pPr>
        <w:pStyle w:val="Heading3"/>
      </w:pPr>
      <w:r>
        <w:t>Remotely connect to Router2.</w:t>
      </w:r>
    </w:p>
    <w:p w14:paraId="0B6C655E" w14:textId="77777777" w:rsidR="00785187" w:rsidRDefault="00785187" w:rsidP="00785187">
      <w:pPr>
        <w:pStyle w:val="SubStepAlpha"/>
      </w:pPr>
      <w:r>
        <w:t xml:space="preserve">From the </w:t>
      </w:r>
      <w:r>
        <w:rPr>
          <w:b/>
          <w:bCs/>
        </w:rPr>
        <w:t xml:space="preserve">PC-B </w:t>
      </w:r>
      <w:r>
        <w:t xml:space="preserve">command line, telnet to </w:t>
      </w:r>
      <w:r>
        <w:rPr>
          <w:b/>
          <w:bCs/>
        </w:rPr>
        <w:t>Router2</w:t>
      </w:r>
      <w:r>
        <w:t>.</w:t>
      </w:r>
    </w:p>
    <w:p w14:paraId="58799107" w14:textId="77777777" w:rsidR="00785187" w:rsidRDefault="00785187" w:rsidP="00785187">
      <w:pPr>
        <w:pStyle w:val="SubStepAlpha"/>
      </w:pPr>
      <w:r>
        <w:t xml:space="preserve">Use the username </w:t>
      </w:r>
      <w:r>
        <w:rPr>
          <w:b/>
          <w:bCs/>
        </w:rPr>
        <w:t xml:space="preserve">ADMIN </w:t>
      </w:r>
      <w:r>
        <w:t xml:space="preserve">and password </w:t>
      </w:r>
      <w:r>
        <w:rPr>
          <w:b/>
          <w:bCs/>
        </w:rPr>
        <w:t xml:space="preserve">CISCO </w:t>
      </w:r>
      <w:r>
        <w:t>for authentication.</w:t>
      </w:r>
    </w:p>
    <w:p w14:paraId="4ABD9721" w14:textId="77777777" w:rsidR="00785187" w:rsidRDefault="00785187" w:rsidP="00785187">
      <w:pPr>
        <w:pStyle w:val="SubStepAlpha"/>
      </w:pPr>
      <w:r>
        <w:t>Enter the following commands at the router prompt:</w:t>
      </w:r>
    </w:p>
    <w:p w14:paraId="665BA1CE" w14:textId="77777777" w:rsidR="00785187" w:rsidRDefault="00785187" w:rsidP="00785187">
      <w:pPr>
        <w:pStyle w:val="CMD"/>
      </w:pPr>
      <w:r>
        <w:rPr>
          <w:sz w:val="22"/>
        </w:rPr>
        <w:t xml:space="preserve">Router2# </w:t>
      </w:r>
      <w:r>
        <w:rPr>
          <w:b/>
          <w:bCs/>
          <w:sz w:val="22"/>
        </w:rPr>
        <w:t xml:space="preserve">debug </w:t>
      </w:r>
      <w:proofErr w:type="spellStart"/>
      <w:r>
        <w:rPr>
          <w:b/>
          <w:bCs/>
          <w:sz w:val="22"/>
        </w:rPr>
        <w:t>ip</w:t>
      </w:r>
      <w:proofErr w:type="spellEnd"/>
      <w:r>
        <w:rPr>
          <w:b/>
          <w:bCs/>
          <w:sz w:val="22"/>
        </w:rPr>
        <w:t xml:space="preserve"> </w:t>
      </w:r>
      <w:proofErr w:type="spellStart"/>
      <w:r>
        <w:rPr>
          <w:b/>
          <w:bCs/>
          <w:sz w:val="22"/>
        </w:rPr>
        <w:t>icmp</w:t>
      </w:r>
      <w:proofErr w:type="spellEnd"/>
    </w:p>
    <w:p w14:paraId="645B4D5A" w14:textId="77777777" w:rsidR="00785187" w:rsidRDefault="00785187" w:rsidP="00785187">
      <w:pPr>
        <w:pStyle w:val="SubStepAlpha"/>
      </w:pPr>
      <w:r>
        <w:t xml:space="preserve">Type </w:t>
      </w:r>
      <w:r w:rsidRPr="00407180">
        <w:rPr>
          <w:b/>
        </w:rPr>
        <w:t>logout</w:t>
      </w:r>
      <w:r>
        <w:t xml:space="preserve"> at the prompt to close the Telnet session.</w:t>
      </w:r>
    </w:p>
    <w:p w14:paraId="1DB356A8" w14:textId="77777777" w:rsidR="00785187" w:rsidRDefault="00785187" w:rsidP="00785187">
      <w:pPr>
        <w:pStyle w:val="Heading3"/>
      </w:pPr>
      <w:r>
        <w:t>Generate and View the syslog Messages.</w:t>
      </w:r>
    </w:p>
    <w:p w14:paraId="04102029" w14:textId="77777777" w:rsidR="00785187" w:rsidRDefault="00785187" w:rsidP="00785187">
      <w:pPr>
        <w:pStyle w:val="SubStepAlpha"/>
      </w:pPr>
      <w:r>
        <w:t xml:space="preserve">Click on the </w:t>
      </w:r>
      <w:r>
        <w:rPr>
          <w:b/>
          <w:bCs/>
        </w:rPr>
        <w:t>SYSLOG_SERVER</w:t>
      </w:r>
      <w:r>
        <w:t xml:space="preserve"> device and go to the </w:t>
      </w:r>
      <w:r>
        <w:rPr>
          <w:b/>
          <w:bCs/>
        </w:rPr>
        <w:t>Services</w:t>
      </w:r>
      <w:r>
        <w:t xml:space="preserve"> tab.</w:t>
      </w:r>
    </w:p>
    <w:p w14:paraId="79AE700D" w14:textId="77777777" w:rsidR="00785187" w:rsidRDefault="00785187" w:rsidP="00785187">
      <w:pPr>
        <w:pStyle w:val="SubStepAlpha"/>
      </w:pPr>
      <w:r>
        <w:t xml:space="preserve">Click the </w:t>
      </w:r>
      <w:r>
        <w:rPr>
          <w:b/>
          <w:bCs/>
        </w:rPr>
        <w:t>SYSLOG</w:t>
      </w:r>
      <w:r>
        <w:t xml:space="preserve"> service. Verify that the service is on. Syslog messages will appear here.</w:t>
      </w:r>
    </w:p>
    <w:p w14:paraId="340D948A" w14:textId="77777777" w:rsidR="00785187" w:rsidRDefault="00785187" w:rsidP="00785187">
      <w:pPr>
        <w:pStyle w:val="SubStepAlpha"/>
      </w:pPr>
      <w:r>
        <w:t xml:space="preserve">Go to host PC-B and open the </w:t>
      </w:r>
      <w:r>
        <w:rPr>
          <w:b/>
          <w:bCs/>
        </w:rPr>
        <w:t>Desktop</w:t>
      </w:r>
      <w:r>
        <w:t xml:space="preserve"> tab.</w:t>
      </w:r>
    </w:p>
    <w:p w14:paraId="080848AE" w14:textId="77777777" w:rsidR="00785187" w:rsidRDefault="00785187" w:rsidP="00785187">
      <w:pPr>
        <w:pStyle w:val="SubStepAlpha"/>
      </w:pPr>
      <w:r>
        <w:t xml:space="preserve">Open the </w:t>
      </w:r>
      <w:r>
        <w:rPr>
          <w:b/>
          <w:bCs/>
        </w:rPr>
        <w:t>Command Prompt</w:t>
      </w:r>
      <w:r>
        <w:t xml:space="preserve"> and </w:t>
      </w:r>
      <w:r w:rsidRPr="00407180">
        <w:rPr>
          <w:b/>
        </w:rPr>
        <w:t>ping</w:t>
      </w:r>
      <w:r>
        <w:rPr>
          <w:sz w:val="22"/>
        </w:rPr>
        <w:t xml:space="preserve"> </w:t>
      </w:r>
      <w:r>
        <w:t>Router2.</w:t>
      </w:r>
    </w:p>
    <w:p w14:paraId="40D8E6D2" w14:textId="77777777" w:rsidR="00785187" w:rsidRDefault="00785187" w:rsidP="00785187">
      <w:pPr>
        <w:pStyle w:val="SubStepAlpha"/>
      </w:pPr>
      <w:r>
        <w:t xml:space="preserve">Go to host PC-A and open the </w:t>
      </w:r>
      <w:r>
        <w:rPr>
          <w:b/>
          <w:bCs/>
        </w:rPr>
        <w:t>Desktop</w:t>
      </w:r>
      <w:r>
        <w:t xml:space="preserve"> tab.</w:t>
      </w:r>
    </w:p>
    <w:p w14:paraId="5C1BD530" w14:textId="77777777" w:rsidR="00785187" w:rsidRDefault="00785187" w:rsidP="00785187">
      <w:pPr>
        <w:pStyle w:val="SubStepAlpha"/>
      </w:pPr>
      <w:r>
        <w:rPr>
          <w:rFonts w:ascii="Times New Roman" w:hAnsi="Times New Roman"/>
          <w:sz w:val="14"/>
          <w:szCs w:val="14"/>
        </w:rPr>
        <w:t xml:space="preserve"> </w:t>
      </w:r>
      <w:r>
        <w:t xml:space="preserve">Go to the Command Prompt and </w:t>
      </w:r>
      <w:r w:rsidRPr="00407180">
        <w:rPr>
          <w:b/>
        </w:rPr>
        <w:t>ping</w:t>
      </w:r>
      <w:r>
        <w:rPr>
          <w:sz w:val="22"/>
        </w:rPr>
        <w:t xml:space="preserve"> </w:t>
      </w:r>
      <w:r>
        <w:t>Router2.</w:t>
      </w:r>
    </w:p>
    <w:p w14:paraId="32CE768B" w14:textId="77777777" w:rsidR="00785187" w:rsidRDefault="00785187" w:rsidP="00785187">
      <w:pPr>
        <w:pStyle w:val="SubStepAlpha"/>
      </w:pPr>
      <w:r>
        <w:t>On the syslog server investigate the logged messages.</w:t>
      </w:r>
    </w:p>
    <w:p w14:paraId="563C7CB4" w14:textId="77777777" w:rsidR="00EA7830" w:rsidRDefault="00785187" w:rsidP="00EA7830">
      <w:pPr>
        <w:pStyle w:val="SubStepAlpha"/>
        <w:spacing w:after="0"/>
      </w:pPr>
      <w:r>
        <w:t>There should be four messages from PC-A and four PC-B.</w:t>
      </w:r>
    </w:p>
    <w:p w14:paraId="45D9CA39" w14:textId="3845F732" w:rsidR="00EA7830" w:rsidRDefault="00EA7830" w:rsidP="00EA7830">
      <w:pPr>
        <w:pStyle w:val="Heading4"/>
      </w:pPr>
      <w:r>
        <w:t>Question</w:t>
      </w:r>
      <w:r w:rsidR="0098528D">
        <w:t>s</w:t>
      </w:r>
      <w:r>
        <w:t>:</w:t>
      </w:r>
    </w:p>
    <w:p w14:paraId="35A67FC0" w14:textId="6988F2DC" w:rsidR="00785187" w:rsidRDefault="00785187" w:rsidP="00EA7830">
      <w:pPr>
        <w:pStyle w:val="BodyTextL50"/>
        <w:spacing w:before="0"/>
      </w:pPr>
      <w:r>
        <w:t>Can you tell which echo replies are for PC-A and PC-B from the destination addresses? Explain.</w:t>
      </w:r>
    </w:p>
    <w:p w14:paraId="6F28BCC3" w14:textId="7C46B5D3" w:rsidR="00785187" w:rsidRDefault="00EA7830" w:rsidP="00EA7830">
      <w:pPr>
        <w:pStyle w:val="AnswerLineL50"/>
      </w:pPr>
      <w:r>
        <w:t>Type your answers here.</w:t>
      </w:r>
    </w:p>
    <w:p w14:paraId="08DE8738" w14:textId="77777777" w:rsidR="00785187" w:rsidRDefault="00785187" w:rsidP="00EA7830">
      <w:pPr>
        <w:spacing w:before="120" w:after="0" w:line="240" w:lineRule="auto"/>
        <w:ind w:left="720"/>
      </w:pPr>
      <w:r>
        <w:rPr>
          <w:rStyle w:val="AnswerGray"/>
          <w:szCs w:val="20"/>
        </w:rPr>
        <w:t>They should both have the same destination address because NAT is translating internal private addresses to a global public address.</w:t>
      </w:r>
    </w:p>
    <w:p w14:paraId="5BF624EB" w14:textId="77777777" w:rsidR="00785187" w:rsidRDefault="00785187" w:rsidP="00785187">
      <w:pPr>
        <w:pStyle w:val="BodyTextL25"/>
        <w:ind w:left="720"/>
      </w:pPr>
      <w:r w:rsidRPr="0098528D">
        <w:rPr>
          <w:rStyle w:val="AnswerGray"/>
        </w:rPr>
        <w:t xml:space="preserve">Note: </w:t>
      </w:r>
      <w:r>
        <w:rPr>
          <w:rStyle w:val="AnswerGray"/>
        </w:rPr>
        <w:t xml:space="preserve">The </w:t>
      </w:r>
      <w:proofErr w:type="spellStart"/>
      <w:r>
        <w:rPr>
          <w:rStyle w:val="AnswerGray"/>
        </w:rPr>
        <w:t>HostName</w:t>
      </w:r>
      <w:proofErr w:type="spellEnd"/>
      <w:r>
        <w:rPr>
          <w:rStyle w:val="AnswerGray"/>
        </w:rPr>
        <w:t xml:space="preserve"> field in the syslog server display refers to the device that is the source of the syslog messages.</w:t>
      </w:r>
    </w:p>
    <w:p w14:paraId="0CF32058" w14:textId="77777777" w:rsidR="00785187" w:rsidRDefault="00785187" w:rsidP="00EA7830">
      <w:pPr>
        <w:pStyle w:val="SubStepAlpha"/>
        <w:spacing w:after="0"/>
      </w:pPr>
      <w:r>
        <w:rPr>
          <w:b/>
          <w:bCs/>
        </w:rPr>
        <w:lastRenderedPageBreak/>
        <w:t>Ping</w:t>
      </w:r>
      <w:r>
        <w:t xml:space="preserve"> Router2 from PC-C.</w:t>
      </w:r>
    </w:p>
    <w:p w14:paraId="63E88686" w14:textId="77777777" w:rsidR="00EA7830" w:rsidRDefault="00EA7830" w:rsidP="00EA7830">
      <w:pPr>
        <w:pStyle w:val="Heading4"/>
      </w:pPr>
      <w:r>
        <w:t>Question:</w:t>
      </w:r>
    </w:p>
    <w:p w14:paraId="662C82B1" w14:textId="3C3BF9BC" w:rsidR="00785187" w:rsidRDefault="00785187" w:rsidP="00EA7830">
      <w:pPr>
        <w:pStyle w:val="BodyTextL50"/>
        <w:spacing w:before="0"/>
      </w:pPr>
      <w:r>
        <w:t>What will the destination address for the replies be?</w:t>
      </w:r>
    </w:p>
    <w:p w14:paraId="6920C879" w14:textId="580DEBB4" w:rsidR="00785187" w:rsidRDefault="00EA7830" w:rsidP="00EA7830">
      <w:pPr>
        <w:pStyle w:val="AnswerLineL50"/>
      </w:pPr>
      <w:r>
        <w:t>Type your answers here.</w:t>
      </w:r>
    </w:p>
    <w:p w14:paraId="29B7BACD" w14:textId="77777777" w:rsidR="00785187" w:rsidRDefault="00785187" w:rsidP="00785187">
      <w:pPr>
        <w:pStyle w:val="BodyTextL50"/>
      </w:pPr>
      <w:r>
        <w:rPr>
          <w:rStyle w:val="AnswerGray"/>
        </w:rPr>
        <w:t>The address will be the internal private address of PC-C.</w:t>
      </w:r>
    </w:p>
    <w:p w14:paraId="08861315" w14:textId="58514E12" w:rsidR="00C162C0" w:rsidRPr="00EA7830" w:rsidRDefault="00EA7830" w:rsidP="00EA7830">
      <w:pPr>
        <w:pStyle w:val="ConfigWindow"/>
      </w:pPr>
      <w:r w:rsidRPr="00EA7830">
        <w:t>End of document</w:t>
      </w:r>
    </w:p>
    <w:sectPr w:rsidR="00C162C0" w:rsidRPr="00EA783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F7584" w14:textId="77777777" w:rsidR="00B7207A" w:rsidRDefault="00B7207A" w:rsidP="00710659">
      <w:pPr>
        <w:spacing w:after="0" w:line="240" w:lineRule="auto"/>
      </w:pPr>
      <w:r>
        <w:separator/>
      </w:r>
    </w:p>
    <w:p w14:paraId="7ABBF981" w14:textId="77777777" w:rsidR="00B7207A" w:rsidRDefault="00B7207A"/>
  </w:endnote>
  <w:endnote w:type="continuationSeparator" w:id="0">
    <w:p w14:paraId="2C22D395" w14:textId="77777777" w:rsidR="00B7207A" w:rsidRDefault="00B7207A" w:rsidP="00710659">
      <w:pPr>
        <w:spacing w:after="0" w:line="240" w:lineRule="auto"/>
      </w:pPr>
      <w:r>
        <w:continuationSeparator/>
      </w:r>
    </w:p>
    <w:p w14:paraId="4F1BC1B6" w14:textId="77777777" w:rsidR="00B7207A" w:rsidRDefault="00B72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60582" w14:textId="3D6B5B0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A0997">
          <w:t>2018</w:t>
        </w:r>
      </w:sdtContent>
    </w:sdt>
    <w:r>
      <w:t xml:space="preserve"> - </w:t>
    </w:r>
    <w:r>
      <w:fldChar w:fldCharType="begin"/>
    </w:r>
    <w:r>
      <w:instrText xml:space="preserve"> SAVEDATE  \@ "yyyy"  \* MERGEFORMAT </w:instrText>
    </w:r>
    <w:r>
      <w:fldChar w:fldCharType="separate"/>
    </w:r>
    <w:r w:rsidR="0098528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0010C" w14:textId="425B011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A0997">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8528D">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8B6E2" w14:textId="77777777" w:rsidR="00B7207A" w:rsidRDefault="00B7207A" w:rsidP="00710659">
      <w:pPr>
        <w:spacing w:after="0" w:line="240" w:lineRule="auto"/>
      </w:pPr>
      <w:r>
        <w:separator/>
      </w:r>
    </w:p>
    <w:p w14:paraId="44CCC4A2" w14:textId="77777777" w:rsidR="00B7207A" w:rsidRDefault="00B7207A"/>
  </w:footnote>
  <w:footnote w:type="continuationSeparator" w:id="0">
    <w:p w14:paraId="66E0E75A" w14:textId="77777777" w:rsidR="00B7207A" w:rsidRDefault="00B7207A" w:rsidP="00710659">
      <w:pPr>
        <w:spacing w:after="0" w:line="240" w:lineRule="auto"/>
      </w:pPr>
      <w:r>
        <w:continuationSeparator/>
      </w:r>
    </w:p>
    <w:p w14:paraId="5D18529E" w14:textId="77777777" w:rsidR="00B7207A" w:rsidRDefault="00B720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9A952D599D14E208D1DA2E1382FA214"/>
      </w:placeholder>
      <w:dataBinding w:prefixMappings="xmlns:ns0='http://purl.org/dc/elements/1.1/' xmlns:ns1='http://schemas.openxmlformats.org/package/2006/metadata/core-properties' " w:xpath="/ns1:coreProperties[1]/ns0:title[1]" w:storeItemID="{6C3C8BC8-F283-45AE-878A-BAB7291924A1}"/>
      <w:text/>
    </w:sdtPr>
    <w:sdtEndPr/>
    <w:sdtContent>
      <w:p w14:paraId="0BCDA1E7" w14:textId="77777777" w:rsidR="00926CB2" w:rsidRDefault="00785187" w:rsidP="008402F2">
        <w:pPr>
          <w:pStyle w:val="PageHead"/>
        </w:pPr>
        <w:r>
          <w:t>Packet Tracer - Logging Network Activity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F553B" w14:textId="77777777" w:rsidR="00926CB2" w:rsidRDefault="00882B63" w:rsidP="006C3FCF">
    <w:pPr>
      <w:ind w:left="-288"/>
    </w:pPr>
    <w:r>
      <w:rPr>
        <w:noProof/>
      </w:rPr>
      <w:drawing>
        <wp:inline distT="0" distB="0" distL="0" distR="0" wp14:anchorId="1B175E7B" wp14:editId="6A90646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53B098F"/>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F5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05BE"/>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3C7D"/>
    <w:rsid w:val="006E5FE9"/>
    <w:rsid w:val="006E6581"/>
    <w:rsid w:val="006E71DF"/>
    <w:rsid w:val="006F1616"/>
    <w:rsid w:val="006F1CC4"/>
    <w:rsid w:val="006F2A86"/>
    <w:rsid w:val="006F3163"/>
    <w:rsid w:val="00705FEC"/>
    <w:rsid w:val="00710659"/>
    <w:rsid w:val="0071147A"/>
    <w:rsid w:val="0071185D"/>
    <w:rsid w:val="00721E01"/>
    <w:rsid w:val="007222AD"/>
    <w:rsid w:val="0072554C"/>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5187"/>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2F55"/>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528D"/>
    <w:rsid w:val="00996053"/>
    <w:rsid w:val="00997E71"/>
    <w:rsid w:val="009A0997"/>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07A"/>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0929"/>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5F69"/>
    <w:rsid w:val="00DD7F5E"/>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7830"/>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C6AD9"/>
  <w15:docId w15:val="{812AB723-2BAA-4258-9A52-8E11EDE27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EA783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E3C7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E3C7D"/>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E3C7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E3C7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A952D599D14E208D1DA2E1382FA214"/>
        <w:category>
          <w:name w:val="General"/>
          <w:gallery w:val="placeholder"/>
        </w:category>
        <w:types>
          <w:type w:val="bbPlcHdr"/>
        </w:types>
        <w:behaviors>
          <w:behavior w:val="content"/>
        </w:behaviors>
        <w:guid w:val="{1F7F71CF-01E8-4F4E-A188-0BC4D3F3D27A}"/>
      </w:docPartPr>
      <w:docPartBody>
        <w:p w:rsidR="00913FC7" w:rsidRDefault="008705E2">
          <w:pPr>
            <w:pStyle w:val="E9A952D599D14E208D1DA2E1382FA21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2"/>
    <w:rsid w:val="008705E2"/>
    <w:rsid w:val="00913FC7"/>
    <w:rsid w:val="00E20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9A952D599D14E208D1DA2E1382FA214">
    <w:name w:val="E9A952D599D14E208D1DA2E1382FA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28D4E-ECDD-4B74-B8CD-6AF0C181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Packet Tracer - Logging Network Activity</vt:lpstr>
    </vt:vector>
  </TitlesOfParts>
  <Company>Cisco Systems, Inc.</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Logging Network Activity</dc:title>
  <dc:creator>SP</dc:creator>
  <dc:description>2018</dc:description>
  <cp:lastModifiedBy>Suk-Yi Pennock -X (spennock - UNICON INC at Cisco)</cp:lastModifiedBy>
  <cp:revision>2</cp:revision>
  <dcterms:created xsi:type="dcterms:W3CDTF">2020-05-05T19:50:00Z</dcterms:created>
  <dcterms:modified xsi:type="dcterms:W3CDTF">2020-05-05T19:50:00Z</dcterms:modified>
</cp:coreProperties>
</file>